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61CF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61CF" w:rsidP="00923F88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23F88">
              <w:rPr>
                <w:rFonts w:ascii="Arial" w:hAnsi="Arial" w:cs="Arial"/>
                <w:sz w:val="18"/>
                <w:szCs w:val="18"/>
              </w:rPr>
              <w:t>82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961CF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923F88">
              <w:rPr>
                <w:rFonts w:ascii="Arial" w:hAnsi="Arial" w:cs="Arial"/>
                <w:noProof/>
                <w:sz w:val="18"/>
                <w:szCs w:val="18"/>
              </w:rPr>
              <w:t>Monday, 3 August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6961CF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923F88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Referred to OPD with eczema/ulcers on both legs. Please assess with venous duplex and arterial spot check.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23F88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3489913</wp:posOffset>
                      </wp:positionH>
                      <wp:positionV relativeFrom="paragraph">
                        <wp:posOffset>3764498</wp:posOffset>
                      </wp:positionV>
                      <wp:extent cx="306070" cy="152400"/>
                      <wp:effectExtent l="0" t="0" r="0" b="0"/>
                      <wp:wrapNone/>
                      <wp:docPr id="198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23F88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1" o:spid="_x0000_s1026" type="#_x0000_t202" style="position:absolute;left:0;text-align:left;margin-left:274.8pt;margin-top:296.4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iyoA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23F88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203568B5" wp14:editId="3BFEBC93">
                      <wp:simplePos x="0" y="0"/>
                      <wp:positionH relativeFrom="column">
                        <wp:posOffset>3937379</wp:posOffset>
                      </wp:positionH>
                      <wp:positionV relativeFrom="paragraph">
                        <wp:posOffset>3694260</wp:posOffset>
                      </wp:positionV>
                      <wp:extent cx="90805" cy="90805"/>
                      <wp:effectExtent l="0" t="0" r="23495" b="23495"/>
                      <wp:wrapNone/>
                      <wp:docPr id="202" name="Flowchart: Summing Junction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4445DE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202" o:spid="_x0000_s1026" type="#_x0000_t123" style="position:absolute;margin-left:310.05pt;margin-top:290.9pt;width:7.15pt;height:7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37uKgIAAFY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4033157</wp:posOffset>
                      </wp:positionH>
                      <wp:positionV relativeFrom="paragraph">
                        <wp:posOffset>3604021</wp:posOffset>
                      </wp:positionV>
                      <wp:extent cx="83424" cy="544412"/>
                      <wp:effectExtent l="19050" t="19050" r="12065" b="27305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3424" cy="544412"/>
                              </a:xfrm>
                              <a:custGeom>
                                <a:avLst/>
                                <a:gdLst>
                                  <a:gd name="connsiteX0" fmla="*/ 57433 w 83900"/>
                                  <a:gd name="connsiteY0" fmla="*/ 0 h 544412"/>
                                  <a:gd name="connsiteX1" fmla="*/ 83860 w 83900"/>
                                  <a:gd name="connsiteY1" fmla="*/ 89855 h 544412"/>
                                  <a:gd name="connsiteX2" fmla="*/ 52147 w 83900"/>
                                  <a:gd name="connsiteY2" fmla="*/ 243136 h 544412"/>
                                  <a:gd name="connsiteX3" fmla="*/ 4577 w 83900"/>
                                  <a:gd name="connsiteY3" fmla="*/ 417559 h 544412"/>
                                  <a:gd name="connsiteX4" fmla="*/ 4577 w 83900"/>
                                  <a:gd name="connsiteY4" fmla="*/ 544412 h 544412"/>
                                  <a:gd name="connsiteX0" fmla="*/ 56699 w 83424"/>
                                  <a:gd name="connsiteY0" fmla="*/ 0 h 544412"/>
                                  <a:gd name="connsiteX1" fmla="*/ 83126 w 83424"/>
                                  <a:gd name="connsiteY1" fmla="*/ 89855 h 544412"/>
                                  <a:gd name="connsiteX2" fmla="*/ 40832 w 83424"/>
                                  <a:gd name="connsiteY2" fmla="*/ 227273 h 544412"/>
                                  <a:gd name="connsiteX3" fmla="*/ 3843 w 83424"/>
                                  <a:gd name="connsiteY3" fmla="*/ 417559 h 544412"/>
                                  <a:gd name="connsiteX4" fmla="*/ 3843 w 83424"/>
                                  <a:gd name="connsiteY4" fmla="*/ 544412 h 54441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83424" h="544412">
                                    <a:moveTo>
                                      <a:pt x="56699" y="0"/>
                                    </a:moveTo>
                                    <a:cubicBezTo>
                                      <a:pt x="70353" y="24666"/>
                                      <a:pt x="85770" y="51976"/>
                                      <a:pt x="83126" y="89855"/>
                                    </a:cubicBezTo>
                                    <a:cubicBezTo>
                                      <a:pt x="80482" y="127734"/>
                                      <a:pt x="54046" y="172656"/>
                                      <a:pt x="40832" y="227273"/>
                                    </a:cubicBezTo>
                                    <a:cubicBezTo>
                                      <a:pt x="27618" y="281890"/>
                                      <a:pt x="10008" y="364703"/>
                                      <a:pt x="3843" y="417559"/>
                                    </a:cubicBezTo>
                                    <a:cubicBezTo>
                                      <a:pt x="-2322" y="470415"/>
                                      <a:pt x="-121" y="506092"/>
                                      <a:pt x="3843" y="544412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D4E822D" id="Freeform 162" o:spid="_x0000_s1026" style="position:absolute;margin-left:317.55pt;margin-top:283.8pt;width:6.55pt;height:42.8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3424,544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" path="m56699,c70353,24666,85770,51976,83126,89855,80482,127734,54046,172656,40832,227273,27618,281890,10008,364703,3843,417559v-6165,52856,-3964,88533,,126853e" filled="f" strokecolor="red" strokeweight="2.25pt">
                      <v:stroke joinstyle="miter"/>
                      <v:path arrowok="t" o:connecttype="custom" o:connectlocs="56699,0;83126,89855;40832,227273;3843,417559;3843,544412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2026920</wp:posOffset>
                      </wp:positionH>
                      <wp:positionV relativeFrom="paragraph">
                        <wp:posOffset>3345609</wp:posOffset>
                      </wp:positionV>
                      <wp:extent cx="90805" cy="90805"/>
                      <wp:effectExtent l="0" t="0" r="23495" b="23495"/>
                      <wp:wrapNone/>
                      <wp:docPr id="5" name="Flowchart: Summing Juncti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B77A56" id="Flowchart: Summing Junction 5" o:spid="_x0000_s1026" type="#_x0000_t123" style="position:absolute;margin-left:159.6pt;margin-top:263.45pt;width:7.15pt;height:7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gJwIAAFI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1913763</wp:posOffset>
                      </wp:positionH>
                      <wp:positionV relativeFrom="paragraph">
                        <wp:posOffset>3083331</wp:posOffset>
                      </wp:positionV>
                      <wp:extent cx="402336" cy="892455"/>
                      <wp:effectExtent l="19050" t="19050" r="17145" b="22225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2336" cy="892455"/>
                              </a:xfrm>
                              <a:custGeom>
                                <a:avLst/>
                                <a:gdLst>
                                  <a:gd name="connsiteX0" fmla="*/ 0 w 402336"/>
                                  <a:gd name="connsiteY0" fmla="*/ 0 h 892455"/>
                                  <a:gd name="connsiteX1" fmla="*/ 109728 w 402336"/>
                                  <a:gd name="connsiteY1" fmla="*/ 65837 h 892455"/>
                                  <a:gd name="connsiteX2" fmla="*/ 182880 w 402336"/>
                                  <a:gd name="connsiteY2" fmla="*/ 285293 h 892455"/>
                                  <a:gd name="connsiteX3" fmla="*/ 314554 w 402336"/>
                                  <a:gd name="connsiteY3" fmla="*/ 504749 h 892455"/>
                                  <a:gd name="connsiteX4" fmla="*/ 336499 w 402336"/>
                                  <a:gd name="connsiteY4" fmla="*/ 724205 h 892455"/>
                                  <a:gd name="connsiteX5" fmla="*/ 402336 w 402336"/>
                                  <a:gd name="connsiteY5" fmla="*/ 892455 h 89245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402336" h="892455">
                                    <a:moveTo>
                                      <a:pt x="0" y="0"/>
                                    </a:moveTo>
                                    <a:cubicBezTo>
                                      <a:pt x="39624" y="9144"/>
                                      <a:pt x="79248" y="18288"/>
                                      <a:pt x="109728" y="65837"/>
                                    </a:cubicBezTo>
                                    <a:cubicBezTo>
                                      <a:pt x="140208" y="113386"/>
                                      <a:pt x="148742" y="212141"/>
                                      <a:pt x="182880" y="285293"/>
                                    </a:cubicBezTo>
                                    <a:cubicBezTo>
                                      <a:pt x="217018" y="358445"/>
                                      <a:pt x="288951" y="431597"/>
                                      <a:pt x="314554" y="504749"/>
                                    </a:cubicBezTo>
                                    <a:cubicBezTo>
                                      <a:pt x="340157" y="577901"/>
                                      <a:pt x="321869" y="659587"/>
                                      <a:pt x="336499" y="724205"/>
                                    </a:cubicBezTo>
                                    <a:cubicBezTo>
                                      <a:pt x="351129" y="788823"/>
                                      <a:pt x="376732" y="840639"/>
                                      <a:pt x="402336" y="892455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5813E7" id="Freeform 161" o:spid="_x0000_s1026" style="position:absolute;margin-left:150.7pt;margin-top:242.8pt;width:31.7pt;height:70.2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2336,892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" path="m,c39624,9144,79248,18288,109728,65837v30480,47549,39014,146304,73152,219456c217018,358445,288951,431597,314554,504749v25603,73152,7315,154838,21945,219456c351129,788823,376732,840639,402336,892455e" filled="f" strokecolor="red" strokeweight="2.25pt">
                      <v:stroke joinstyle="miter"/>
                      <v:path arrowok="t" o:connecttype="custom" o:connectlocs="0,0;109728,65837;182880,285293;314554,504749;336499,724205;402336,89245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1964969</wp:posOffset>
                      </wp:positionH>
                      <wp:positionV relativeFrom="paragraph">
                        <wp:posOffset>3705123</wp:posOffset>
                      </wp:positionV>
                      <wp:extent cx="131674" cy="453543"/>
                      <wp:effectExtent l="0" t="0" r="20955" b="2286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674" cy="453543"/>
                              </a:xfrm>
                              <a:custGeom>
                                <a:avLst/>
                                <a:gdLst>
                                  <a:gd name="connsiteX0" fmla="*/ 131674 w 131674"/>
                                  <a:gd name="connsiteY0" fmla="*/ 0 h 453543"/>
                                  <a:gd name="connsiteX1" fmla="*/ 95098 w 131674"/>
                                  <a:gd name="connsiteY1" fmla="*/ 73152 h 453543"/>
                                  <a:gd name="connsiteX2" fmla="*/ 117044 w 131674"/>
                                  <a:gd name="connsiteY2" fmla="*/ 175565 h 453543"/>
                                  <a:gd name="connsiteX3" fmla="*/ 65837 w 131674"/>
                                  <a:gd name="connsiteY3" fmla="*/ 248717 h 453543"/>
                                  <a:gd name="connsiteX4" fmla="*/ 87783 w 131674"/>
                                  <a:gd name="connsiteY4" fmla="*/ 380391 h 453543"/>
                                  <a:gd name="connsiteX5" fmla="*/ 0 w 131674"/>
                                  <a:gd name="connsiteY5" fmla="*/ 453543 h 45354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1674" h="453543">
                                    <a:moveTo>
                                      <a:pt x="131674" y="0"/>
                                    </a:moveTo>
                                    <a:cubicBezTo>
                                      <a:pt x="114605" y="21945"/>
                                      <a:pt x="97536" y="43891"/>
                                      <a:pt x="95098" y="73152"/>
                                    </a:cubicBezTo>
                                    <a:cubicBezTo>
                                      <a:pt x="92660" y="102413"/>
                                      <a:pt x="121921" y="146304"/>
                                      <a:pt x="117044" y="175565"/>
                                    </a:cubicBezTo>
                                    <a:cubicBezTo>
                                      <a:pt x="112167" y="204826"/>
                                      <a:pt x="70714" y="214579"/>
                                      <a:pt x="65837" y="248717"/>
                                    </a:cubicBezTo>
                                    <a:cubicBezTo>
                                      <a:pt x="60960" y="282855"/>
                                      <a:pt x="98756" y="346253"/>
                                      <a:pt x="87783" y="380391"/>
                                    </a:cubicBezTo>
                                    <a:cubicBezTo>
                                      <a:pt x="76810" y="414529"/>
                                      <a:pt x="38405" y="434036"/>
                                      <a:pt x="0" y="45354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EAE9A2" id="Freeform 160" o:spid="_x0000_s1026" style="position:absolute;margin-left:154.7pt;margin-top:291.75pt;width:10.35pt;height:35.7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674,4535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" path="m131674,c114605,21945,97536,43891,95098,73152v-2438,29261,26823,73152,21946,102413c112167,204826,70714,214579,65837,248717v-4877,34138,32919,97536,21946,131674c76810,414529,38405,434036,,453543e" filled="f" strokecolor="red" strokeweight="1.5pt">
                      <v:stroke joinstyle="miter"/>
                      <v:path arrowok="t" o:connecttype="custom" o:connectlocs="131674,0;95098,73152;117044,175565;65837,248717;87783,380391;0,453543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3682035</wp:posOffset>
                      </wp:positionV>
                      <wp:extent cx="74316" cy="534010"/>
                      <wp:effectExtent l="19050" t="19050" r="20955" b="1905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316" cy="534010"/>
                              </a:xfrm>
                              <a:custGeom>
                                <a:avLst/>
                                <a:gdLst>
                                  <a:gd name="connsiteX0" fmla="*/ 0 w 74316"/>
                                  <a:gd name="connsiteY0" fmla="*/ 0 h 534010"/>
                                  <a:gd name="connsiteX1" fmla="*/ 73152 w 74316"/>
                                  <a:gd name="connsiteY1" fmla="*/ 256032 h 534010"/>
                                  <a:gd name="connsiteX2" fmla="*/ 43891 w 74316"/>
                                  <a:gd name="connsiteY2" fmla="*/ 482804 h 534010"/>
                                  <a:gd name="connsiteX3" fmla="*/ 29261 w 74316"/>
                                  <a:gd name="connsiteY3" fmla="*/ 534010 h 53401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4316" h="534010">
                                    <a:moveTo>
                                      <a:pt x="0" y="0"/>
                                    </a:moveTo>
                                    <a:cubicBezTo>
                                      <a:pt x="32918" y="87782"/>
                                      <a:pt x="65837" y="175565"/>
                                      <a:pt x="73152" y="256032"/>
                                    </a:cubicBezTo>
                                    <a:cubicBezTo>
                                      <a:pt x="80467" y="336499"/>
                                      <a:pt x="51206" y="436474"/>
                                      <a:pt x="43891" y="482804"/>
                                    </a:cubicBezTo>
                                    <a:cubicBezTo>
                                      <a:pt x="36576" y="529134"/>
                                      <a:pt x="32918" y="531572"/>
                                      <a:pt x="29261" y="534010"/>
                                    </a:cubicBezTo>
                                  </a:path>
                                </a:pathLst>
                              </a:custGeom>
                              <a:noFill/>
                              <a:ln w="3810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BB40E71" id="Freeform 159" o:spid="_x0000_s1026" style="position:absolute;margin-left:165.65pt;margin-top:289.9pt;width:5.85pt;height:42.0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316,5340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" path="m,c32918,87782,65837,175565,73152,256032,80467,336499,51206,436474,43891,482804v-7315,46330,-10973,48768,-14630,51206e" filled="f" strokecolor="#1f4d78 [1604]" strokeweight="3pt">
                      <v:stroke joinstyle="miter"/>
                      <v:path arrowok="t" o:connecttype="custom" o:connectlocs="0,0;73152,256032;43891,482804;29261,534010" o:connectangles="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1738198</wp:posOffset>
                      </wp:positionH>
                      <wp:positionV relativeFrom="paragraph">
                        <wp:posOffset>405968</wp:posOffset>
                      </wp:positionV>
                      <wp:extent cx="657159" cy="3291440"/>
                      <wp:effectExtent l="19050" t="19050" r="29210" b="2349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159" cy="329144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  <a:gd name="connsiteX0" fmla="*/ 8546 w 9226"/>
                                  <a:gd name="connsiteY0" fmla="*/ 0 h 9566"/>
                                  <a:gd name="connsiteX1" fmla="*/ 9099 w 9226"/>
                                  <a:gd name="connsiteY1" fmla="*/ 1219 h 9566"/>
                                  <a:gd name="connsiteX2" fmla="*/ 5783 w 9226"/>
                                  <a:gd name="connsiteY2" fmla="*/ 2686 h 9566"/>
                                  <a:gd name="connsiteX3" fmla="*/ 418 w 9226"/>
                                  <a:gd name="connsiteY3" fmla="*/ 4463 h 9566"/>
                                  <a:gd name="connsiteX4" fmla="*/ 632 w 9226"/>
                                  <a:gd name="connsiteY4" fmla="*/ 5992 h 9566"/>
                                  <a:gd name="connsiteX5" fmla="*/ 2878 w 9226"/>
                                  <a:gd name="connsiteY5" fmla="*/ 7707 h 9566"/>
                                  <a:gd name="connsiteX6" fmla="*/ 5141 w 9226"/>
                                  <a:gd name="connsiteY6" fmla="*/ 8926 h 9566"/>
                                  <a:gd name="connsiteX7" fmla="*/ 5997 w 9226"/>
                                  <a:gd name="connsiteY7" fmla="*/ 9566 h 9566"/>
                                  <a:gd name="connsiteX0" fmla="*/ 9263 w 9999"/>
                                  <a:gd name="connsiteY0" fmla="*/ 0 h 9331"/>
                                  <a:gd name="connsiteX1" fmla="*/ 9862 w 9999"/>
                                  <a:gd name="connsiteY1" fmla="*/ 1274 h 9331"/>
                                  <a:gd name="connsiteX2" fmla="*/ 6268 w 9999"/>
                                  <a:gd name="connsiteY2" fmla="*/ 2808 h 9331"/>
                                  <a:gd name="connsiteX3" fmla="*/ 453 w 9999"/>
                                  <a:gd name="connsiteY3" fmla="*/ 4665 h 9331"/>
                                  <a:gd name="connsiteX4" fmla="*/ 685 w 9999"/>
                                  <a:gd name="connsiteY4" fmla="*/ 6264 h 9331"/>
                                  <a:gd name="connsiteX5" fmla="*/ 3119 w 9999"/>
                                  <a:gd name="connsiteY5" fmla="*/ 8057 h 9331"/>
                                  <a:gd name="connsiteX6" fmla="*/ 5572 w 9999"/>
                                  <a:gd name="connsiteY6" fmla="*/ 9331 h 93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999" h="9331">
                                    <a:moveTo>
                                      <a:pt x="9263" y="0"/>
                                    </a:moveTo>
                                    <a:cubicBezTo>
                                      <a:pt x="9340" y="212"/>
                                      <a:pt x="10364" y="806"/>
                                      <a:pt x="9862" y="1274"/>
                                    </a:cubicBezTo>
                                    <a:cubicBezTo>
                                      <a:pt x="9359" y="1743"/>
                                      <a:pt x="7833" y="2242"/>
                                      <a:pt x="6268" y="2808"/>
                                    </a:cubicBezTo>
                                    <a:cubicBezTo>
                                      <a:pt x="4703" y="3373"/>
                                      <a:pt x="1380" y="4089"/>
                                      <a:pt x="453" y="4665"/>
                                    </a:cubicBezTo>
                                    <a:cubicBezTo>
                                      <a:pt x="-475" y="5241"/>
                                      <a:pt x="241" y="5698"/>
                                      <a:pt x="685" y="6264"/>
                                    </a:cubicBezTo>
                                    <a:cubicBezTo>
                                      <a:pt x="1129" y="6828"/>
                                      <a:pt x="2308" y="7545"/>
                                      <a:pt x="3119" y="8057"/>
                                    </a:cubicBezTo>
                                    <a:cubicBezTo>
                                      <a:pt x="3930" y="8568"/>
                                      <a:pt x="5012" y="9007"/>
                                      <a:pt x="5572" y="9331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46ED0A" id="Freeform 320" o:spid="_x0000_s1026" style="position:absolute;margin-left:136.85pt;margin-top:31.95pt;width:51.75pt;height:259.1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99,9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" path="m9263,v77,212,1101,806,599,1274c9359,1743,7833,2242,6268,2808,4703,3373,1380,4089,453,4665,-475,5241,241,5698,685,6264v444,564,1623,1281,2434,1793c3930,8568,5012,9007,5572,9331e" filled="f" strokecolor="red" strokeweight="2.25pt">
                      <v:path arrowok="t" o:connecttype="custom" o:connectlocs="608787,0;648155,449394;411948,990501;29772,1645544;45020,2209579;204988,2842046;366206,3291440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3873180</wp:posOffset>
                      </wp:positionH>
                      <wp:positionV relativeFrom="paragraph">
                        <wp:posOffset>2549322</wp:posOffset>
                      </wp:positionV>
                      <wp:extent cx="418410" cy="1580083"/>
                      <wp:effectExtent l="19050" t="19050" r="39370" b="3937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8410" cy="1580083"/>
                              </a:xfrm>
                              <a:custGeom>
                                <a:avLst/>
                                <a:gdLst>
                                  <a:gd name="connsiteX0" fmla="*/ 343910 w 519766"/>
                                  <a:gd name="connsiteY0" fmla="*/ 0 h 1580083"/>
                                  <a:gd name="connsiteX1" fmla="*/ 453638 w 519766"/>
                                  <a:gd name="connsiteY1" fmla="*/ 58521 h 1580083"/>
                                  <a:gd name="connsiteX2" fmla="*/ 387801 w 519766"/>
                                  <a:gd name="connsiteY2" fmla="*/ 212141 h 1580083"/>
                                  <a:gd name="connsiteX3" fmla="*/ 519475 w 519766"/>
                                  <a:gd name="connsiteY3" fmla="*/ 277977 h 1580083"/>
                                  <a:gd name="connsiteX4" fmla="*/ 424377 w 519766"/>
                                  <a:gd name="connsiteY4" fmla="*/ 482803 h 1580083"/>
                                  <a:gd name="connsiteX5" fmla="*/ 460953 w 519766"/>
                                  <a:gd name="connsiteY5" fmla="*/ 607161 h 1580083"/>
                                  <a:gd name="connsiteX6" fmla="*/ 336595 w 519766"/>
                                  <a:gd name="connsiteY6" fmla="*/ 687629 h 1580083"/>
                                  <a:gd name="connsiteX7" fmla="*/ 380486 w 519766"/>
                                  <a:gd name="connsiteY7" fmla="*/ 841248 h 1580083"/>
                                  <a:gd name="connsiteX8" fmla="*/ 278073 w 519766"/>
                                  <a:gd name="connsiteY8" fmla="*/ 943661 h 1580083"/>
                                  <a:gd name="connsiteX9" fmla="*/ 314649 w 519766"/>
                                  <a:gd name="connsiteY9" fmla="*/ 1068019 h 1580083"/>
                                  <a:gd name="connsiteX10" fmla="*/ 204921 w 519766"/>
                                  <a:gd name="connsiteY10" fmla="*/ 1155801 h 1580083"/>
                                  <a:gd name="connsiteX11" fmla="*/ 219552 w 519766"/>
                                  <a:gd name="connsiteY11" fmla="*/ 1265529 h 1580083"/>
                                  <a:gd name="connsiteX12" fmla="*/ 96 w 519766"/>
                                  <a:gd name="connsiteY12" fmla="*/ 1455725 h 1580083"/>
                                  <a:gd name="connsiteX13" fmla="*/ 197606 w 519766"/>
                                  <a:gd name="connsiteY13" fmla="*/ 1580083 h 1580083"/>
                                  <a:gd name="connsiteX0" fmla="*/ 242554 w 418410"/>
                                  <a:gd name="connsiteY0" fmla="*/ 0 h 1580083"/>
                                  <a:gd name="connsiteX1" fmla="*/ 352282 w 418410"/>
                                  <a:gd name="connsiteY1" fmla="*/ 58521 h 1580083"/>
                                  <a:gd name="connsiteX2" fmla="*/ 286445 w 418410"/>
                                  <a:gd name="connsiteY2" fmla="*/ 212141 h 1580083"/>
                                  <a:gd name="connsiteX3" fmla="*/ 418119 w 418410"/>
                                  <a:gd name="connsiteY3" fmla="*/ 277977 h 1580083"/>
                                  <a:gd name="connsiteX4" fmla="*/ 323021 w 418410"/>
                                  <a:gd name="connsiteY4" fmla="*/ 482803 h 1580083"/>
                                  <a:gd name="connsiteX5" fmla="*/ 359597 w 418410"/>
                                  <a:gd name="connsiteY5" fmla="*/ 607161 h 1580083"/>
                                  <a:gd name="connsiteX6" fmla="*/ 235239 w 418410"/>
                                  <a:gd name="connsiteY6" fmla="*/ 687629 h 1580083"/>
                                  <a:gd name="connsiteX7" fmla="*/ 279130 w 418410"/>
                                  <a:gd name="connsiteY7" fmla="*/ 841248 h 1580083"/>
                                  <a:gd name="connsiteX8" fmla="*/ 176717 w 418410"/>
                                  <a:gd name="connsiteY8" fmla="*/ 943661 h 1580083"/>
                                  <a:gd name="connsiteX9" fmla="*/ 213293 w 418410"/>
                                  <a:gd name="connsiteY9" fmla="*/ 1068019 h 1580083"/>
                                  <a:gd name="connsiteX10" fmla="*/ 103565 w 418410"/>
                                  <a:gd name="connsiteY10" fmla="*/ 1155801 h 1580083"/>
                                  <a:gd name="connsiteX11" fmla="*/ 118196 w 418410"/>
                                  <a:gd name="connsiteY11" fmla="*/ 1265529 h 1580083"/>
                                  <a:gd name="connsiteX12" fmla="*/ 1219 w 418410"/>
                                  <a:gd name="connsiteY12" fmla="*/ 1426460 h 1580083"/>
                                  <a:gd name="connsiteX13" fmla="*/ 96250 w 418410"/>
                                  <a:gd name="connsiteY13" fmla="*/ 1580083 h 158008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418410" h="1580083">
                                    <a:moveTo>
                                      <a:pt x="242554" y="0"/>
                                    </a:moveTo>
                                    <a:cubicBezTo>
                                      <a:pt x="293760" y="11582"/>
                                      <a:pt x="344967" y="23164"/>
                                      <a:pt x="352282" y="58521"/>
                                    </a:cubicBezTo>
                                    <a:cubicBezTo>
                                      <a:pt x="359597" y="93878"/>
                                      <a:pt x="275472" y="175565"/>
                                      <a:pt x="286445" y="212141"/>
                                    </a:cubicBezTo>
                                    <a:cubicBezTo>
                                      <a:pt x="297418" y="248717"/>
                                      <a:pt x="412023" y="232867"/>
                                      <a:pt x="418119" y="277977"/>
                                    </a:cubicBezTo>
                                    <a:cubicBezTo>
                                      <a:pt x="424215" y="323087"/>
                                      <a:pt x="332775" y="427939"/>
                                      <a:pt x="323021" y="482803"/>
                                    </a:cubicBezTo>
                                    <a:cubicBezTo>
                                      <a:pt x="313267" y="537667"/>
                                      <a:pt x="374227" y="573023"/>
                                      <a:pt x="359597" y="607161"/>
                                    </a:cubicBezTo>
                                    <a:cubicBezTo>
                                      <a:pt x="344967" y="641299"/>
                                      <a:pt x="248650" y="648615"/>
                                      <a:pt x="235239" y="687629"/>
                                    </a:cubicBezTo>
                                    <a:cubicBezTo>
                                      <a:pt x="221828" y="726643"/>
                                      <a:pt x="288884" y="798576"/>
                                      <a:pt x="279130" y="841248"/>
                                    </a:cubicBezTo>
                                    <a:cubicBezTo>
                                      <a:pt x="269376" y="883920"/>
                                      <a:pt x="187690" y="905866"/>
                                      <a:pt x="176717" y="943661"/>
                                    </a:cubicBezTo>
                                    <a:cubicBezTo>
                                      <a:pt x="165744" y="981456"/>
                                      <a:pt x="225485" y="1032662"/>
                                      <a:pt x="213293" y="1068019"/>
                                    </a:cubicBezTo>
                                    <a:cubicBezTo>
                                      <a:pt x="201101" y="1103376"/>
                                      <a:pt x="119414" y="1122883"/>
                                      <a:pt x="103565" y="1155801"/>
                                    </a:cubicBezTo>
                                    <a:cubicBezTo>
                                      <a:pt x="87716" y="1188719"/>
                                      <a:pt x="135254" y="1220419"/>
                                      <a:pt x="118196" y="1265529"/>
                                    </a:cubicBezTo>
                                    <a:cubicBezTo>
                                      <a:pt x="101138" y="1310639"/>
                                      <a:pt x="4877" y="1374034"/>
                                      <a:pt x="1219" y="1426460"/>
                                    </a:cubicBezTo>
                                    <a:cubicBezTo>
                                      <a:pt x="-2439" y="1478886"/>
                                      <a:pt x="-4334" y="1544117"/>
                                      <a:pt x="96250" y="1580083"/>
                                    </a:cubicBezTo>
                                  </a:path>
                                </a:pathLst>
                              </a:custGeom>
                              <a:noFill/>
                              <a:ln w="571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06E0E75" id="Freeform 158" o:spid="_x0000_s1026" style="position:absolute;margin-left:304.95pt;margin-top:200.75pt;width:32.95pt;height:124.4pt;z-index:251681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18410,1580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" path="m242554,v51206,11582,102413,23164,109728,58521c359597,93878,275472,175565,286445,212141v10973,36576,125578,20726,131674,65836c424215,323087,332775,427939,323021,482803v-9754,54864,51206,90220,36576,124358c344967,641299,248650,648615,235239,687629v-13411,39014,53645,110947,43891,153619c269376,883920,187690,905866,176717,943661v-10973,37795,48768,89001,36576,124358c201101,1103376,119414,1122883,103565,1155801v-15849,32918,31689,64618,14631,109728c101138,1310639,4877,1374034,1219,1426460v-3658,52426,-5553,117657,95031,153623e" filled="f" strokecolor="red" strokeweight="4.5pt">
                      <v:stroke joinstyle="miter"/>
                      <v:path arrowok="t" o:connecttype="custom" o:connectlocs="242554,0;352282,58521;286445,212141;418119,277977;323021,482803;359597,607161;235239,687629;279130,841248;176717,943661;213293,1068019;103565,1155801;118196,1265529;1219,1426460;96250,1580083" o:connectangles="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5856524</wp:posOffset>
                      </wp:positionH>
                      <wp:positionV relativeFrom="paragraph">
                        <wp:posOffset>1444727</wp:posOffset>
                      </wp:positionV>
                      <wp:extent cx="226903" cy="994867"/>
                      <wp:effectExtent l="19050" t="19050" r="20955" b="1524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6903" cy="994867"/>
                              </a:xfrm>
                              <a:custGeom>
                                <a:avLst/>
                                <a:gdLst>
                                  <a:gd name="connsiteX0" fmla="*/ 226903 w 226903"/>
                                  <a:gd name="connsiteY0" fmla="*/ 0 h 994867"/>
                                  <a:gd name="connsiteX1" fmla="*/ 117175 w 226903"/>
                                  <a:gd name="connsiteY1" fmla="*/ 65836 h 994867"/>
                                  <a:gd name="connsiteX2" fmla="*/ 168381 w 226903"/>
                                  <a:gd name="connsiteY2" fmla="*/ 204825 h 994867"/>
                                  <a:gd name="connsiteX3" fmla="*/ 29393 w 226903"/>
                                  <a:gd name="connsiteY3" fmla="*/ 299923 h 994867"/>
                                  <a:gd name="connsiteX4" fmla="*/ 102545 w 226903"/>
                                  <a:gd name="connsiteY4" fmla="*/ 431596 h 994867"/>
                                  <a:gd name="connsiteX5" fmla="*/ 132 w 226903"/>
                                  <a:gd name="connsiteY5" fmla="*/ 548640 h 994867"/>
                                  <a:gd name="connsiteX6" fmla="*/ 80599 w 226903"/>
                                  <a:gd name="connsiteY6" fmla="*/ 687628 h 994867"/>
                                  <a:gd name="connsiteX7" fmla="*/ 65969 w 226903"/>
                                  <a:gd name="connsiteY7" fmla="*/ 855878 h 994867"/>
                                  <a:gd name="connsiteX8" fmla="*/ 175697 w 226903"/>
                                  <a:gd name="connsiteY8" fmla="*/ 863193 h 994867"/>
                                  <a:gd name="connsiteX9" fmla="*/ 153751 w 226903"/>
                                  <a:gd name="connsiteY9" fmla="*/ 965606 h 994867"/>
                                  <a:gd name="connsiteX10" fmla="*/ 153751 w 226903"/>
                                  <a:gd name="connsiteY10" fmla="*/ 994867 h 99486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226903" h="994867">
                                    <a:moveTo>
                                      <a:pt x="226903" y="0"/>
                                    </a:moveTo>
                                    <a:cubicBezTo>
                                      <a:pt x="176916" y="15849"/>
                                      <a:pt x="126929" y="31699"/>
                                      <a:pt x="117175" y="65836"/>
                                    </a:cubicBezTo>
                                    <a:cubicBezTo>
                                      <a:pt x="107421" y="99973"/>
                                      <a:pt x="183011" y="165811"/>
                                      <a:pt x="168381" y="204825"/>
                                    </a:cubicBezTo>
                                    <a:cubicBezTo>
                                      <a:pt x="153751" y="243840"/>
                                      <a:pt x="40366" y="262128"/>
                                      <a:pt x="29393" y="299923"/>
                                    </a:cubicBezTo>
                                    <a:cubicBezTo>
                                      <a:pt x="18420" y="337718"/>
                                      <a:pt x="107422" y="390143"/>
                                      <a:pt x="102545" y="431596"/>
                                    </a:cubicBezTo>
                                    <a:cubicBezTo>
                                      <a:pt x="97668" y="473049"/>
                                      <a:pt x="3790" y="505968"/>
                                      <a:pt x="132" y="548640"/>
                                    </a:cubicBezTo>
                                    <a:cubicBezTo>
                                      <a:pt x="-3526" y="591312"/>
                                      <a:pt x="69626" y="636422"/>
                                      <a:pt x="80599" y="687628"/>
                                    </a:cubicBezTo>
                                    <a:cubicBezTo>
                                      <a:pt x="91572" y="738834"/>
                                      <a:pt x="50119" y="826617"/>
                                      <a:pt x="65969" y="855878"/>
                                    </a:cubicBezTo>
                                    <a:cubicBezTo>
                                      <a:pt x="81819" y="885139"/>
                                      <a:pt x="161067" y="844905"/>
                                      <a:pt x="175697" y="863193"/>
                                    </a:cubicBezTo>
                                    <a:cubicBezTo>
                                      <a:pt x="190327" y="881481"/>
                                      <a:pt x="153751" y="965606"/>
                                      <a:pt x="153751" y="965606"/>
                                    </a:cubicBezTo>
                                    <a:cubicBezTo>
                                      <a:pt x="150093" y="987552"/>
                                      <a:pt x="151922" y="991209"/>
                                      <a:pt x="153751" y="994867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1E84003" id="Freeform 154" o:spid="_x0000_s1026" style="position:absolute;margin-left:461.15pt;margin-top:113.75pt;width:17.85pt;height:78.3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903,9948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" path="m226903,c176916,15849,126929,31699,117175,65836v-9754,34137,65836,99975,51206,138989c153751,243840,40366,262128,29393,299923v-10973,37795,78029,90220,73152,131673c97668,473049,3790,505968,132,548640v-3658,42672,69494,87782,80467,138988c91572,738834,50119,826617,65969,855878v15850,29261,95098,-10973,109728,7315c190327,881481,153751,965606,153751,965606v-3658,21946,-1829,25603,,29261e" filled="f" strokecolor="red" strokeweight="2.25pt">
                      <v:stroke joinstyle="miter"/>
                      <v:path arrowok="t" o:connecttype="custom" o:connectlocs="226903,0;117175,65836;168381,204825;29393,299923;102545,431596;132,548640;80599,687628;65969,855878;175697,863193;153751,965606;153751,994867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3830080</wp:posOffset>
                      </wp:positionH>
                      <wp:positionV relativeFrom="paragraph">
                        <wp:posOffset>1305738</wp:posOffset>
                      </wp:positionV>
                      <wp:extent cx="94416" cy="219456"/>
                      <wp:effectExtent l="19050" t="19050" r="20320" b="28575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4416" cy="219456"/>
                              </a:xfrm>
                              <a:custGeom>
                                <a:avLst/>
                                <a:gdLst>
                                  <a:gd name="connsiteX0" fmla="*/ 66102 w 94416"/>
                                  <a:gd name="connsiteY0" fmla="*/ 0 h 219456"/>
                                  <a:gd name="connsiteX1" fmla="*/ 265 w 94416"/>
                                  <a:gd name="connsiteY1" fmla="*/ 58521 h 219456"/>
                                  <a:gd name="connsiteX2" fmla="*/ 88048 w 94416"/>
                                  <a:gd name="connsiteY2" fmla="*/ 146304 h 219456"/>
                                  <a:gd name="connsiteX3" fmla="*/ 80733 w 94416"/>
                                  <a:gd name="connsiteY3" fmla="*/ 219456 h 2194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94416" h="219456">
                                    <a:moveTo>
                                      <a:pt x="66102" y="0"/>
                                    </a:moveTo>
                                    <a:cubicBezTo>
                                      <a:pt x="31354" y="17068"/>
                                      <a:pt x="-3393" y="34137"/>
                                      <a:pt x="265" y="58521"/>
                                    </a:cubicBezTo>
                                    <a:cubicBezTo>
                                      <a:pt x="3923" y="82905"/>
                                      <a:pt x="74637" y="119482"/>
                                      <a:pt x="88048" y="146304"/>
                                    </a:cubicBezTo>
                                    <a:cubicBezTo>
                                      <a:pt x="101459" y="173126"/>
                                      <a:pt x="91096" y="196291"/>
                                      <a:pt x="80733" y="219456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727401" id="Freeform 153" o:spid="_x0000_s1026" style="position:absolute;margin-left:301.6pt;margin-top:102.8pt;width:7.45pt;height:17.3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416,2194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" path="m66102,c31354,17068,-3393,34137,265,58521v3658,24384,74372,60961,87783,87783c101459,173126,91096,196291,80733,219456e" filled="f" strokecolor="red" strokeweight="2.25pt">
                      <v:stroke joinstyle="miter"/>
                      <v:path arrowok="t" o:connecttype="custom" o:connectlocs="66102,0;265,58521;88048,146304;80733,219456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3771265</wp:posOffset>
                      </wp:positionH>
                      <wp:positionV relativeFrom="paragraph">
                        <wp:posOffset>449250</wp:posOffset>
                      </wp:positionV>
                      <wp:extent cx="131757" cy="877824"/>
                      <wp:effectExtent l="19050" t="19050" r="20955" b="17780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757" cy="877824"/>
                              </a:xfrm>
                              <a:custGeom>
                                <a:avLst/>
                                <a:gdLst>
                                  <a:gd name="connsiteX0" fmla="*/ 87865 w 131757"/>
                                  <a:gd name="connsiteY0" fmla="*/ 0 h 877824"/>
                                  <a:gd name="connsiteX1" fmla="*/ 36659 w 131757"/>
                                  <a:gd name="connsiteY1" fmla="*/ 160934 h 877824"/>
                                  <a:gd name="connsiteX2" fmla="*/ 83 w 131757"/>
                                  <a:gd name="connsiteY2" fmla="*/ 351129 h 877824"/>
                                  <a:gd name="connsiteX3" fmla="*/ 29344 w 131757"/>
                                  <a:gd name="connsiteY3" fmla="*/ 592531 h 877824"/>
                                  <a:gd name="connsiteX4" fmla="*/ 109811 w 131757"/>
                                  <a:gd name="connsiteY4" fmla="*/ 819302 h 877824"/>
                                  <a:gd name="connsiteX5" fmla="*/ 131757 w 131757"/>
                                  <a:gd name="connsiteY5" fmla="*/ 877824 h 87782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131757" h="877824">
                                    <a:moveTo>
                                      <a:pt x="87865" y="0"/>
                                    </a:moveTo>
                                    <a:cubicBezTo>
                                      <a:pt x="69577" y="51206"/>
                                      <a:pt x="51289" y="102413"/>
                                      <a:pt x="36659" y="160934"/>
                                    </a:cubicBezTo>
                                    <a:cubicBezTo>
                                      <a:pt x="22029" y="219456"/>
                                      <a:pt x="1302" y="279196"/>
                                      <a:pt x="83" y="351129"/>
                                    </a:cubicBezTo>
                                    <a:cubicBezTo>
                                      <a:pt x="-1136" y="423062"/>
                                      <a:pt x="11056" y="514502"/>
                                      <a:pt x="29344" y="592531"/>
                                    </a:cubicBezTo>
                                    <a:cubicBezTo>
                                      <a:pt x="47632" y="670560"/>
                                      <a:pt x="92742" y="771753"/>
                                      <a:pt x="109811" y="819302"/>
                                    </a:cubicBezTo>
                                    <a:cubicBezTo>
                                      <a:pt x="126880" y="866851"/>
                                      <a:pt x="129318" y="872337"/>
                                      <a:pt x="131757" y="877824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BCEA21" id="Freeform 8" o:spid="_x0000_s1026" style="position:absolute;margin-left:296.95pt;margin-top:35.35pt;width:10.35pt;height:69.1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1757,877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" path="m87865,c69577,51206,51289,102413,36659,160934,22029,219456,1302,279196,83,351129v-1219,71933,10973,163373,29261,241402c47632,670560,92742,771753,109811,819302v17069,47549,19507,53035,21946,58522e" filled="f" strokecolor="red" strokeweight="3pt">
                      <v:stroke joinstyle="miter"/>
                      <v:path arrowok="t" o:connecttype="custom" o:connectlocs="87865,0;36659,160934;83,351129;29344,592531;109811,819302;131757,877824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2132965</wp:posOffset>
                      </wp:positionH>
                      <wp:positionV relativeFrom="paragraph">
                        <wp:posOffset>1327150</wp:posOffset>
                      </wp:positionV>
                      <wp:extent cx="1680210" cy="448310"/>
                      <wp:effectExtent l="0" t="0" r="0" b="8890"/>
                      <wp:wrapNone/>
                      <wp:docPr id="19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80210" cy="448310"/>
                                <a:chOff x="0" y="-248770"/>
                                <a:chExt cx="1680239" cy="448838"/>
                              </a:xfrm>
                            </wpg:grpSpPr>
                            <wps:wsp>
                              <wps:cNvPr id="196" name="Text Box 3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47708"/>
                                  <a:ext cx="305936" cy="15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51099" w:rsidRPr="00B16047" w:rsidRDefault="00923F88" w:rsidP="0095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97" name="Text Box 3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74303" y="-248770"/>
                                  <a:ext cx="305936" cy="15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51099" w:rsidRPr="00B16047" w:rsidRDefault="00923F88" w:rsidP="0095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II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7" style="position:absolute;left:0;text-align:left;margin-left:167.95pt;margin-top:104.5pt;width:132.3pt;height:35.3pt;z-index:251670016" coordorigin=",-2487" coordsize="16802,44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">
                      <v:shape id="Text Box 352" o:spid="_x0000_s1028" type="#_x0000_t202" style="position:absolute;top:477;width:3059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951099" w:rsidRPr="00B16047" w:rsidRDefault="00923F88" w:rsidP="0095109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v:textbox>
                      </v:shape>
                      <v:shape id="Text Box 360" o:spid="_x0000_s1029" type="#_x0000_t202" style="position:absolute;left:13743;top:-2487;width:3059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951099" w:rsidRPr="00B16047" w:rsidRDefault="00923F88" w:rsidP="0095109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>
                      <wp:simplePos x="0" y="0"/>
                      <wp:positionH relativeFrom="column">
                        <wp:posOffset>2485058</wp:posOffset>
                      </wp:positionH>
                      <wp:positionV relativeFrom="paragraph">
                        <wp:posOffset>402201</wp:posOffset>
                      </wp:positionV>
                      <wp:extent cx="305869" cy="152633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23F88" w:rsidP="00923F8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0" o:spid="_x0000_s1030" type="#_x0000_t202" style="position:absolute;left:0;text-align:left;margin-left:195.65pt;margin-top:31.65pt;width:24.1pt;height:12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23F88" w:rsidP="00923F88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3454904</wp:posOffset>
                      </wp:positionH>
                      <wp:positionV relativeFrom="paragraph">
                        <wp:posOffset>426098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23F88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9" o:spid="_x0000_s1031" type="#_x0000_t202" style="position:absolute;left:0;text-align:left;margin-left:272.05pt;margin-top:33.55pt;width:24.1pt;height:1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23F88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2139315</wp:posOffset>
                      </wp:positionH>
                      <wp:positionV relativeFrom="paragraph">
                        <wp:posOffset>2927350</wp:posOffset>
                      </wp:positionV>
                      <wp:extent cx="306070" cy="152400"/>
                      <wp:effectExtent l="0" t="0" r="0" b="0"/>
                      <wp:wrapNone/>
                      <wp:docPr id="199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23F88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4" o:spid="_x0000_s1032" type="#_x0000_t202" style="position:absolute;left:0;text-align:left;margin-left:168.45pt;margin-top:230.5pt;width:24.1pt;height:1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cMioQ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23F88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3" type="#_x0000_t202" style="position:absolute;left:0;text-align:left;margin-left:4.3pt;margin-top:.9pt;width:99.5pt;height:6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171C2A" id="Group 301" o:spid="_x0000_s1026" style="position:absolute;margin-left:83.7pt;margin-top:3.05pt;width:142.35pt;height:386.75pt;z-index:251651584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C2DEA" id="Freeform 322" o:spid="_x0000_s1026" style="position:absolute;margin-left:40.9pt;margin-top:179.7pt;width:7.1pt;height:163.2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610D51" id="Group 269" o:spid="_x0000_s1026" style="position:absolute;margin-left:7.85pt;margin-top:12.5pt;width:85.05pt;height:373.65pt;flip:x;z-index:251649536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0D838D" id="Group 256" o:spid="_x0000_s1026" style="position:absolute;margin-left:395.95pt;margin-top:12.6pt;width:85.6pt;height:373.65pt;z-index:251648512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1233F6" id="Freeform 321" o:spid="_x0000_s1026" style="position:absolute;margin-left:441.9pt;margin-top:177.65pt;width:7.6pt;height:16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0048A1" id="Group 282" o:spid="_x0000_s1026" style="position:absolute;margin-left:262.3pt;margin-top:3.05pt;width:142.05pt;height:386.75pt;z-index:251650560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94C49D" id="Freeform 323" o:spid="_x0000_s1026" style="position:absolute;margin-left:297.95pt;margin-top:35.1pt;width:51.8pt;height:29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F69055" id="Group 326" o:spid="_x0000_s1026" style="position:absolute;margin-left:68.7pt;margin-top:1.4pt;width:15.35pt;height:6.85pt;z-index:251658752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5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1AAD849" id="Group 333" o:spid="_x0000_s1026" style="position:absolute;margin-left:212.6pt;margin-top:1.4pt;width:15.35pt;height:6.85pt;z-index:251660800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200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44264E" id="Group 329" o:spid="_x0000_s1026" style="position:absolute;margin-left:158.2pt;margin-top:1.3pt;width:15.35pt;height:6.75pt;z-index:251659776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A30EB7" id="Line 3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208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9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0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87B0C4" id="Group 338" o:spid="_x0000_s1026" style="position:absolute;margin-left:309.45pt;margin-top:1.25pt;width:15.35pt;height:7.05pt;z-index:251661824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  <w:r w:rsidR="00923F88">
              <w:rPr>
                <w:rFonts w:ascii="Arial" w:hAnsi="Arial" w:cs="Arial"/>
                <w:sz w:val="18"/>
                <w:szCs w:val="20"/>
              </w:rPr>
              <w:t xml:space="preserve"> Bifid SFV.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  <w:r w:rsidR="00923F88">
              <w:rPr>
                <w:rFonts w:ascii="Arial" w:hAnsi="Arial" w:cs="Arial"/>
                <w:sz w:val="18"/>
                <w:szCs w:val="20"/>
              </w:rPr>
              <w:t xml:space="preserve"> Bifid SFV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23F88" w:rsidP="00923F8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Incompetent LSV until the distal calf where it becomes competent. The LSV measures 3.7mm in diameter in the thigh. The SSV is patent and competent throughout.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23F88" w:rsidP="00923F8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The LSV is incompetent in the proximal thigh where it measures 6.1mm in diameter and in the distal calf. The SSV is patent and competent throughout.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23F88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Incompetent PTV-VV perforator in the mid-distal calf that measures 3.4mm in diameter</w:t>
            </w:r>
            <w:r w:rsidR="00951099" w:rsidRPr="001906A2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23F88" w:rsidP="00923F88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Incompetent PTV-VV perforator in the distal calf that measures 3.9mm in diameter</w:t>
            </w:r>
            <w:r w:rsidRPr="001906A2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Ankle Arterial spot check: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951099" w:rsidRDefault="00923F88" w:rsidP="00923F88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arterial waveforms seen across the ankle.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23F88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arterial waveforms seen across the ankle.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F88" w:rsidRDefault="00923F88">
      <w:r>
        <w:separator/>
      </w:r>
    </w:p>
  </w:endnote>
  <w:endnote w:type="continuationSeparator" w:id="0">
    <w:p w:rsidR="00923F88" w:rsidRDefault="00923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F88" w:rsidRDefault="00923F88">
      <w:r>
        <w:separator/>
      </w:r>
    </w:p>
  </w:footnote>
  <w:footnote w:type="continuationSeparator" w:id="0">
    <w:p w:rsidR="00923F88" w:rsidRDefault="00923F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F88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961CF"/>
    <w:rsid w:val="006A694B"/>
    <w:rsid w:val="006C0C8F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23F88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1BB18683"/>
  <w15:chartTrackingRefBased/>
  <w15:docId w15:val="{727A7D3D-9B47-47FD-9CD5-47BC5CF1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6C0C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C0C8F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1</TotalTime>
  <Pages>1</Pages>
  <Words>171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2020-08-03T12:13:00Z</cp:lastPrinted>
  <dcterms:created xsi:type="dcterms:W3CDTF">2020-08-07T09:27:00Z</dcterms:created>
  <dcterms:modified xsi:type="dcterms:W3CDTF">2020-08-07T09:27:00Z</dcterms:modified>
  <cp:category>Patient Report</cp:category>
</cp:coreProperties>
</file>